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1134"/>
        <w:gridCol w:w="4252"/>
      </w:tblGrid>
      <w:tr w:rsidR="00F714A5" w:rsidRPr="00316C4A" w14:paraId="1F22BBAF" w14:textId="77777777" w:rsidTr="00E236BB">
        <w:trPr>
          <w:trHeight w:hRule="exact" w:val="284"/>
        </w:trPr>
        <w:tc>
          <w:tcPr>
            <w:tcW w:w="4535" w:type="dxa"/>
            <w:vMerge w:val="restart"/>
            <w:tcMar>
              <w:left w:w="284" w:type="dxa"/>
            </w:tcMar>
            <w:vAlign w:val="bottom"/>
          </w:tcPr>
          <w:p w14:paraId="1F22BBA3" w14:textId="680A9109" w:rsidR="005E1388" w:rsidRPr="00A1518D" w:rsidRDefault="002F5C9A" w:rsidP="0083590B">
            <w:pPr>
              <w:rPr>
                <w:rFonts w:cs="Arial"/>
                <w:noProof/>
                <w:sz w:val="16"/>
                <w:szCs w:val="16"/>
                <w:u w:val="single"/>
              </w:rPr>
            </w:pPr>
            <w:r w:rsidRPr="00A1518D">
              <w:rPr>
                <w:sz w:val="16"/>
                <w:szCs w:val="16"/>
                <w:u w:val="single"/>
              </w:rPr>
              <w:t>Manz-Trade GmbH, Steinerstr. 8, 88400 Biberach</w:t>
            </w:r>
          </w:p>
        </w:tc>
        <w:tc>
          <w:tcPr>
            <w:tcW w:w="1134" w:type="dxa"/>
            <w:vMerge w:val="restart"/>
          </w:tcPr>
          <w:p w14:paraId="1F22BBA4" w14:textId="77777777" w:rsidR="00F714A5" w:rsidRPr="00C41375" w:rsidRDefault="00F714A5" w:rsidP="00C41375">
            <w:pPr>
              <w:tabs>
                <w:tab w:val="left" w:pos="1840"/>
              </w:tabs>
              <w:spacing w:line="220" w:lineRule="exact"/>
              <w:rPr>
                <w:rFonts w:cs="Arial"/>
                <w:sz w:val="16"/>
              </w:rPr>
            </w:pPr>
          </w:p>
        </w:tc>
        <w:tc>
          <w:tcPr>
            <w:tcW w:w="4252" w:type="dxa"/>
          </w:tcPr>
          <w:p w14:paraId="1F22BBAE" w14:textId="636FD4C5" w:rsidR="00F714A5" w:rsidRPr="004819A5" w:rsidRDefault="00F714A5" w:rsidP="00F714A5">
            <w:pPr>
              <w:tabs>
                <w:tab w:val="left" w:pos="1840"/>
              </w:tabs>
              <w:spacing w:line="220" w:lineRule="exact"/>
              <w:rPr>
                <w:rFonts w:cs="Arial"/>
                <w:sz w:val="16"/>
              </w:rPr>
            </w:pPr>
          </w:p>
        </w:tc>
      </w:tr>
      <w:tr w:rsidR="00F714A5" w:rsidRPr="00316C4A" w14:paraId="47DA7C1E" w14:textId="77777777" w:rsidTr="00E236BB">
        <w:trPr>
          <w:trHeight w:val="710"/>
        </w:trPr>
        <w:tc>
          <w:tcPr>
            <w:tcW w:w="4535" w:type="dxa"/>
            <w:vMerge/>
            <w:tcMar>
              <w:left w:w="284" w:type="dxa"/>
            </w:tcMar>
            <w:vAlign w:val="bottom"/>
          </w:tcPr>
          <w:p w14:paraId="52DA631B" w14:textId="77777777" w:rsidR="00F714A5" w:rsidRDefault="00F714A5" w:rsidP="000602E1">
            <w:pPr>
              <w:ind w:left="-285"/>
              <w:rPr>
                <w:rFonts w:cs="Arial"/>
              </w:rPr>
            </w:pPr>
          </w:p>
        </w:tc>
        <w:tc>
          <w:tcPr>
            <w:tcW w:w="1134" w:type="dxa"/>
            <w:vMerge/>
          </w:tcPr>
          <w:p w14:paraId="1F18DD66" w14:textId="77777777" w:rsidR="00F714A5" w:rsidRPr="00C41375" w:rsidRDefault="00F714A5" w:rsidP="00C41375">
            <w:pPr>
              <w:tabs>
                <w:tab w:val="left" w:pos="1840"/>
              </w:tabs>
              <w:spacing w:line="220" w:lineRule="exact"/>
              <w:rPr>
                <w:rFonts w:cs="Arial"/>
                <w:sz w:val="16"/>
              </w:rPr>
            </w:pPr>
          </w:p>
        </w:tc>
        <w:tc>
          <w:tcPr>
            <w:tcW w:w="4252" w:type="dxa"/>
            <w:vMerge w:val="restart"/>
          </w:tcPr>
          <w:p w14:paraId="7F8E6B20" w14:textId="527D7D2E" w:rsidR="00F714A5" w:rsidRPr="004819A5" w:rsidRDefault="00F714A5" w:rsidP="008629C3">
            <w:pPr>
              <w:tabs>
                <w:tab w:val="left" w:pos="1700"/>
              </w:tabs>
              <w:spacing w:line="220" w:lineRule="exact"/>
              <w:rPr>
                <w:rFonts w:cs="Arial"/>
                <w:szCs w:val="22"/>
              </w:rPr>
            </w:pPr>
            <w:r w:rsidRPr="00DE6FFF">
              <w:rPr>
                <w:rFonts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4CA8947" wp14:editId="790145DA">
                      <wp:simplePos x="0" y="0"/>
                      <wp:positionH relativeFrom="column">
                        <wp:posOffset>5678805</wp:posOffset>
                      </wp:positionH>
                      <wp:positionV relativeFrom="paragraph">
                        <wp:posOffset>2335530</wp:posOffset>
                      </wp:positionV>
                      <wp:extent cx="1714500" cy="521970"/>
                      <wp:effectExtent l="17145" t="13335" r="11430" b="7620"/>
                      <wp:wrapNone/>
                      <wp:docPr id="17" name="Legende mit Pfeil nach links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521970"/>
                              </a:xfrm>
                              <a:prstGeom prst="leftArrowCallout">
                                <a:avLst>
                                  <a:gd name="adj1" fmla="val 25000"/>
                                  <a:gd name="adj2" fmla="val 25000"/>
                                  <a:gd name="adj3" fmla="val 54745"/>
                                  <a:gd name="adj4" fmla="val 6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4992F9" w14:textId="77777777" w:rsidR="00F714A5" w:rsidRPr="005437DE" w:rsidRDefault="00F714A5" w:rsidP="00F714A5">
                                  <w:pPr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>Informations-block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54CA8947" id="_x0000_t77" coordsize="21600,21600" o:spt="77" adj="7200,5400,3600,8100" path="m@0,l@0@3@2@3@2@1,,10800@2@4@2@5@0@5@0,21600,21600,21600,21600,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</v:formulas>
                      <v:path o:connecttype="custom" o:connectlocs="@7,0;0,10800;@7,21600;21600,10800" o:connectangles="270,180,90,0" textboxrect="@0,0,21600,21600"/>
                      <v:handles>
                        <v:h position="#0,topLeft" xrange="@2,21600"/>
                        <v:h position="topLeft,#1" yrange="0,@3"/>
                        <v:h position="#2,#3" xrange="0,@0" yrange="@1,10800"/>
                      </v:handles>
                    </v:shapetype>
                    <v:shape id="Legende mit Pfeil nach links 17" o:spid="_x0000_s1026" type="#_x0000_t77" style="position:absolute;margin-left:447.15pt;margin-top:183.9pt;width:135pt;height:41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">
                      <v:textbox>
                        <w:txbxContent>
                          <w:p w14:paraId="4A4992F9" w14:textId="77777777" w:rsidR="00F714A5" w:rsidRPr="005437DE" w:rsidRDefault="00F714A5" w:rsidP="00F714A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Informations-block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E6FFF">
              <w:rPr>
                <w:rFonts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0E1ACF6" wp14:editId="2CB54172">
                      <wp:simplePos x="0" y="0"/>
                      <wp:positionH relativeFrom="column">
                        <wp:posOffset>5678805</wp:posOffset>
                      </wp:positionH>
                      <wp:positionV relativeFrom="paragraph">
                        <wp:posOffset>2335530</wp:posOffset>
                      </wp:positionV>
                      <wp:extent cx="1714500" cy="521970"/>
                      <wp:effectExtent l="17145" t="13335" r="11430" b="7620"/>
                      <wp:wrapNone/>
                      <wp:docPr id="15" name="Legende mit Pfeil nach links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521970"/>
                              </a:xfrm>
                              <a:prstGeom prst="leftArrowCallout">
                                <a:avLst>
                                  <a:gd name="adj1" fmla="val 25000"/>
                                  <a:gd name="adj2" fmla="val 25000"/>
                                  <a:gd name="adj3" fmla="val 54745"/>
                                  <a:gd name="adj4" fmla="val 6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9829F6" w14:textId="77777777" w:rsidR="00F714A5" w:rsidRPr="005437DE" w:rsidRDefault="00F714A5" w:rsidP="00F714A5">
                                  <w:pPr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>Informations-block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0E1ACF6" id="Legende mit Pfeil nach links 15" o:spid="_x0000_s1027" type="#_x0000_t77" style="position:absolute;margin-left:447.15pt;margin-top:183.9pt;width:135pt;height:41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">
                      <v:textbox>
                        <w:txbxContent>
                          <w:p w14:paraId="039829F6" w14:textId="77777777" w:rsidR="00F714A5" w:rsidRPr="005437DE" w:rsidRDefault="00F714A5" w:rsidP="00F714A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Informations-block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E6FFF">
              <w:rPr>
                <w:rFonts w:cs="Arial"/>
                <w:sz w:val="16"/>
                <w:szCs w:val="16"/>
              </w:rPr>
              <w:t>Ihr Zeichen:</w:t>
            </w:r>
            <w:r w:rsidR="00DE6FFF">
              <w:rPr>
                <w:rFonts w:cs="Arial"/>
                <w:szCs w:val="22"/>
              </w:rPr>
              <w:tab/>
            </w:r>
            <w:r w:rsidRPr="004819A5">
              <w:rPr>
                <w:rFonts w:cs="Arial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4819A5">
              <w:rPr>
                <w:rFonts w:cs="Arial"/>
                <w:szCs w:val="22"/>
              </w:rPr>
              <w:instrText xml:space="preserve"> FORMTEXT </w:instrText>
            </w:r>
            <w:r w:rsidRPr="004819A5">
              <w:rPr>
                <w:rFonts w:cs="Arial"/>
                <w:szCs w:val="22"/>
              </w:rPr>
            </w:r>
            <w:r w:rsidRPr="004819A5">
              <w:rPr>
                <w:rFonts w:cs="Arial"/>
                <w:szCs w:val="22"/>
              </w:rPr>
              <w:fldChar w:fldCharType="separate"/>
            </w:r>
            <w:r w:rsidRPr="004819A5">
              <w:rPr>
                <w:rFonts w:cs="Arial"/>
                <w:noProof/>
                <w:szCs w:val="22"/>
              </w:rPr>
              <w:t> </w:t>
            </w:r>
            <w:r w:rsidRPr="004819A5">
              <w:rPr>
                <w:rFonts w:cs="Arial"/>
                <w:noProof/>
                <w:szCs w:val="22"/>
              </w:rPr>
              <w:t> </w:t>
            </w:r>
            <w:r w:rsidRPr="004819A5">
              <w:rPr>
                <w:rFonts w:cs="Arial"/>
                <w:noProof/>
                <w:szCs w:val="22"/>
              </w:rPr>
              <w:t> </w:t>
            </w:r>
            <w:r w:rsidRPr="004819A5">
              <w:rPr>
                <w:rFonts w:cs="Arial"/>
                <w:noProof/>
                <w:szCs w:val="22"/>
              </w:rPr>
              <w:t> </w:t>
            </w:r>
            <w:r w:rsidRPr="004819A5">
              <w:rPr>
                <w:rFonts w:cs="Arial"/>
                <w:noProof/>
                <w:szCs w:val="22"/>
              </w:rPr>
              <w:t> </w:t>
            </w:r>
            <w:r w:rsidRPr="004819A5">
              <w:rPr>
                <w:rFonts w:cs="Arial"/>
                <w:szCs w:val="22"/>
              </w:rPr>
              <w:fldChar w:fldCharType="end"/>
            </w:r>
            <w:bookmarkEnd w:id="0"/>
          </w:p>
          <w:p w14:paraId="15B0A3A3" w14:textId="0ADDDE9C" w:rsidR="00F714A5" w:rsidRPr="004819A5" w:rsidRDefault="00F714A5" w:rsidP="008629C3">
            <w:pPr>
              <w:tabs>
                <w:tab w:val="left" w:pos="1700"/>
              </w:tabs>
              <w:spacing w:line="220" w:lineRule="exact"/>
              <w:rPr>
                <w:rFonts w:cs="Arial"/>
                <w:szCs w:val="22"/>
              </w:rPr>
            </w:pPr>
            <w:r w:rsidRPr="00DE6FFF">
              <w:rPr>
                <w:rFonts w:cs="Arial"/>
                <w:sz w:val="16"/>
                <w:szCs w:val="16"/>
              </w:rPr>
              <w:t>Ihre Nachricht vom:</w:t>
            </w:r>
            <w:r w:rsidR="008629C3">
              <w:rPr>
                <w:rFonts w:cs="Arial"/>
                <w:sz w:val="16"/>
                <w:szCs w:val="16"/>
              </w:rPr>
              <w:tab/>
            </w:r>
            <w:r w:rsidRPr="004819A5">
              <w:rPr>
                <w:rFonts w:cs="Arial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819A5">
              <w:rPr>
                <w:rFonts w:cs="Arial"/>
                <w:szCs w:val="22"/>
              </w:rPr>
              <w:instrText xml:space="preserve"> FORMTEXT </w:instrText>
            </w:r>
            <w:r w:rsidRPr="004819A5">
              <w:rPr>
                <w:rFonts w:cs="Arial"/>
                <w:szCs w:val="22"/>
              </w:rPr>
            </w:r>
            <w:r w:rsidRPr="004819A5">
              <w:rPr>
                <w:rFonts w:cs="Arial"/>
                <w:szCs w:val="22"/>
              </w:rPr>
              <w:fldChar w:fldCharType="separate"/>
            </w:r>
            <w:r w:rsidRPr="004819A5">
              <w:rPr>
                <w:rFonts w:cs="Arial"/>
                <w:noProof/>
                <w:szCs w:val="22"/>
              </w:rPr>
              <w:t> </w:t>
            </w:r>
            <w:r w:rsidRPr="004819A5">
              <w:rPr>
                <w:rFonts w:cs="Arial"/>
                <w:noProof/>
                <w:szCs w:val="22"/>
              </w:rPr>
              <w:t> </w:t>
            </w:r>
            <w:r w:rsidRPr="004819A5">
              <w:rPr>
                <w:rFonts w:cs="Arial"/>
                <w:noProof/>
                <w:szCs w:val="22"/>
              </w:rPr>
              <w:t> </w:t>
            </w:r>
            <w:r w:rsidRPr="004819A5">
              <w:rPr>
                <w:rFonts w:cs="Arial"/>
                <w:noProof/>
                <w:szCs w:val="22"/>
              </w:rPr>
              <w:t> </w:t>
            </w:r>
            <w:r w:rsidRPr="004819A5">
              <w:rPr>
                <w:rFonts w:cs="Arial"/>
                <w:noProof/>
                <w:szCs w:val="22"/>
              </w:rPr>
              <w:t> </w:t>
            </w:r>
            <w:r w:rsidRPr="004819A5">
              <w:rPr>
                <w:rFonts w:cs="Arial"/>
                <w:szCs w:val="22"/>
              </w:rPr>
              <w:fldChar w:fldCharType="end"/>
            </w:r>
          </w:p>
          <w:p w14:paraId="3482652E" w14:textId="1CFF3D32" w:rsidR="00F714A5" w:rsidRDefault="00F714A5" w:rsidP="008629C3">
            <w:pPr>
              <w:tabs>
                <w:tab w:val="left" w:pos="1700"/>
              </w:tabs>
              <w:spacing w:line="220" w:lineRule="exact"/>
              <w:rPr>
                <w:rFonts w:cs="Arial"/>
                <w:szCs w:val="22"/>
              </w:rPr>
            </w:pPr>
            <w:r w:rsidRPr="00DE6FFF">
              <w:rPr>
                <w:rFonts w:cs="Arial"/>
                <w:sz w:val="16"/>
                <w:szCs w:val="16"/>
              </w:rPr>
              <w:t>Unser Zeichen:</w:t>
            </w:r>
            <w:r w:rsidRPr="004819A5">
              <w:rPr>
                <w:rFonts w:cs="Arial"/>
                <w:szCs w:val="22"/>
              </w:rPr>
              <w:t xml:space="preserve"> </w:t>
            </w:r>
            <w:r w:rsidR="008629C3">
              <w:rPr>
                <w:rFonts w:cs="Arial"/>
                <w:szCs w:val="22"/>
              </w:rPr>
              <w:tab/>
            </w:r>
            <w:r w:rsidR="00DA5064" w:rsidRPr="004819A5">
              <w:rPr>
                <w:rFonts w:cs="Arial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A5064" w:rsidRPr="004819A5">
              <w:rPr>
                <w:rFonts w:cs="Arial"/>
                <w:szCs w:val="22"/>
              </w:rPr>
              <w:instrText xml:space="preserve"> FORMTEXT </w:instrText>
            </w:r>
            <w:r w:rsidR="00DA5064" w:rsidRPr="004819A5">
              <w:rPr>
                <w:rFonts w:cs="Arial"/>
                <w:szCs w:val="22"/>
              </w:rPr>
            </w:r>
            <w:r w:rsidR="00DA5064" w:rsidRPr="004819A5">
              <w:rPr>
                <w:rFonts w:cs="Arial"/>
                <w:szCs w:val="22"/>
              </w:rPr>
              <w:fldChar w:fldCharType="separate"/>
            </w:r>
            <w:r w:rsidR="00DA5064" w:rsidRPr="004819A5">
              <w:rPr>
                <w:rFonts w:cs="Arial"/>
                <w:noProof/>
                <w:szCs w:val="22"/>
              </w:rPr>
              <w:t> </w:t>
            </w:r>
            <w:r w:rsidR="00DA5064" w:rsidRPr="004819A5">
              <w:rPr>
                <w:rFonts w:cs="Arial"/>
                <w:noProof/>
                <w:szCs w:val="22"/>
              </w:rPr>
              <w:t> </w:t>
            </w:r>
            <w:r w:rsidR="00DA5064" w:rsidRPr="004819A5">
              <w:rPr>
                <w:rFonts w:cs="Arial"/>
                <w:noProof/>
                <w:szCs w:val="22"/>
              </w:rPr>
              <w:t> </w:t>
            </w:r>
            <w:r w:rsidR="00DA5064" w:rsidRPr="004819A5">
              <w:rPr>
                <w:rFonts w:cs="Arial"/>
                <w:noProof/>
                <w:szCs w:val="22"/>
              </w:rPr>
              <w:t> </w:t>
            </w:r>
            <w:r w:rsidR="00DA5064" w:rsidRPr="004819A5">
              <w:rPr>
                <w:rFonts w:cs="Arial"/>
                <w:noProof/>
                <w:szCs w:val="22"/>
              </w:rPr>
              <w:t> </w:t>
            </w:r>
            <w:r w:rsidR="00DA5064" w:rsidRPr="004819A5">
              <w:rPr>
                <w:rFonts w:cs="Arial"/>
                <w:szCs w:val="22"/>
              </w:rPr>
              <w:fldChar w:fldCharType="end"/>
            </w:r>
          </w:p>
          <w:p w14:paraId="09705BB3" w14:textId="203986D2" w:rsidR="00F714A5" w:rsidRPr="004819A5" w:rsidRDefault="00F714A5" w:rsidP="008629C3">
            <w:pPr>
              <w:tabs>
                <w:tab w:val="left" w:pos="1700"/>
              </w:tabs>
              <w:spacing w:line="220" w:lineRule="exact"/>
              <w:rPr>
                <w:rFonts w:cs="Arial"/>
                <w:szCs w:val="22"/>
              </w:rPr>
            </w:pPr>
            <w:r w:rsidRPr="00DE6FFF">
              <w:rPr>
                <w:rFonts w:cs="Arial"/>
                <w:sz w:val="16"/>
                <w:szCs w:val="16"/>
              </w:rPr>
              <w:t>Unsere Nachricht vom:</w:t>
            </w:r>
            <w:r w:rsidRPr="004819A5">
              <w:rPr>
                <w:rFonts w:cs="Arial"/>
                <w:szCs w:val="22"/>
              </w:rPr>
              <w:t xml:space="preserve"> </w:t>
            </w:r>
            <w:r w:rsidR="008629C3">
              <w:rPr>
                <w:rFonts w:cs="Arial"/>
                <w:szCs w:val="22"/>
              </w:rPr>
              <w:tab/>
            </w:r>
            <w:r w:rsidRPr="004819A5">
              <w:rPr>
                <w:rFonts w:cs="Arial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819A5">
              <w:rPr>
                <w:rFonts w:cs="Arial"/>
                <w:szCs w:val="22"/>
              </w:rPr>
              <w:instrText xml:space="preserve"> FORMTEXT </w:instrText>
            </w:r>
            <w:r w:rsidRPr="004819A5">
              <w:rPr>
                <w:rFonts w:cs="Arial"/>
                <w:szCs w:val="22"/>
              </w:rPr>
            </w:r>
            <w:r w:rsidRPr="004819A5">
              <w:rPr>
                <w:rFonts w:cs="Arial"/>
                <w:szCs w:val="22"/>
              </w:rPr>
              <w:fldChar w:fldCharType="separate"/>
            </w:r>
            <w:r w:rsidRPr="004819A5">
              <w:rPr>
                <w:rFonts w:cs="Arial"/>
                <w:noProof/>
                <w:szCs w:val="22"/>
              </w:rPr>
              <w:t> </w:t>
            </w:r>
            <w:r w:rsidRPr="004819A5">
              <w:rPr>
                <w:rFonts w:cs="Arial"/>
                <w:noProof/>
                <w:szCs w:val="22"/>
              </w:rPr>
              <w:t> </w:t>
            </w:r>
            <w:r w:rsidRPr="004819A5">
              <w:rPr>
                <w:rFonts w:cs="Arial"/>
                <w:noProof/>
                <w:szCs w:val="22"/>
              </w:rPr>
              <w:t> </w:t>
            </w:r>
            <w:r w:rsidRPr="004819A5">
              <w:rPr>
                <w:rFonts w:cs="Arial"/>
                <w:noProof/>
                <w:szCs w:val="22"/>
              </w:rPr>
              <w:t> </w:t>
            </w:r>
            <w:r w:rsidRPr="004819A5">
              <w:rPr>
                <w:rFonts w:cs="Arial"/>
                <w:noProof/>
                <w:szCs w:val="22"/>
              </w:rPr>
              <w:t> </w:t>
            </w:r>
            <w:r w:rsidRPr="004819A5">
              <w:rPr>
                <w:rFonts w:cs="Arial"/>
                <w:szCs w:val="22"/>
              </w:rPr>
              <w:fldChar w:fldCharType="end"/>
            </w:r>
          </w:p>
          <w:p w14:paraId="367A882B" w14:textId="77777777" w:rsidR="00F714A5" w:rsidRPr="004819A5" w:rsidRDefault="00F714A5" w:rsidP="008629C3">
            <w:pPr>
              <w:tabs>
                <w:tab w:val="left" w:pos="1700"/>
              </w:tabs>
              <w:spacing w:line="220" w:lineRule="exact"/>
              <w:rPr>
                <w:rFonts w:cs="Arial"/>
                <w:szCs w:val="22"/>
              </w:rPr>
            </w:pPr>
          </w:p>
          <w:p w14:paraId="15C69E8F" w14:textId="0756AC3C" w:rsidR="00F714A5" w:rsidRPr="004819A5" w:rsidRDefault="00F714A5" w:rsidP="008629C3">
            <w:pPr>
              <w:tabs>
                <w:tab w:val="left" w:pos="1700"/>
              </w:tabs>
              <w:spacing w:line="220" w:lineRule="exact"/>
              <w:rPr>
                <w:rFonts w:cs="Arial"/>
                <w:szCs w:val="22"/>
              </w:rPr>
            </w:pPr>
            <w:r w:rsidRPr="00DE6FFF">
              <w:rPr>
                <w:rFonts w:cs="Arial"/>
                <w:sz w:val="16"/>
                <w:szCs w:val="16"/>
              </w:rPr>
              <w:t>Name</w:t>
            </w:r>
            <w:r w:rsidR="007542E6">
              <w:rPr>
                <w:rFonts w:cs="Arial"/>
                <w:sz w:val="16"/>
                <w:szCs w:val="16"/>
              </w:rPr>
              <w:t>:</w:t>
            </w:r>
            <w:r w:rsidR="008629C3">
              <w:rPr>
                <w:rFonts w:cs="Arial"/>
                <w:szCs w:val="22"/>
              </w:rPr>
              <w:tab/>
            </w:r>
            <w:r w:rsidR="00DA5064" w:rsidRPr="004819A5">
              <w:rPr>
                <w:rFonts w:cs="Arial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A5064" w:rsidRPr="004819A5">
              <w:rPr>
                <w:rFonts w:cs="Arial"/>
                <w:szCs w:val="22"/>
              </w:rPr>
              <w:instrText xml:space="preserve"> FORMTEXT </w:instrText>
            </w:r>
            <w:r w:rsidR="00DA5064" w:rsidRPr="004819A5">
              <w:rPr>
                <w:rFonts w:cs="Arial"/>
                <w:szCs w:val="22"/>
              </w:rPr>
            </w:r>
            <w:r w:rsidR="00DA5064" w:rsidRPr="004819A5">
              <w:rPr>
                <w:rFonts w:cs="Arial"/>
                <w:szCs w:val="22"/>
              </w:rPr>
              <w:fldChar w:fldCharType="separate"/>
            </w:r>
            <w:r w:rsidR="00DA5064" w:rsidRPr="004819A5">
              <w:rPr>
                <w:rFonts w:cs="Arial"/>
                <w:noProof/>
                <w:szCs w:val="22"/>
              </w:rPr>
              <w:t> </w:t>
            </w:r>
            <w:r w:rsidR="00DA5064" w:rsidRPr="004819A5">
              <w:rPr>
                <w:rFonts w:cs="Arial"/>
                <w:noProof/>
                <w:szCs w:val="22"/>
              </w:rPr>
              <w:t> </w:t>
            </w:r>
            <w:r w:rsidR="00DA5064" w:rsidRPr="004819A5">
              <w:rPr>
                <w:rFonts w:cs="Arial"/>
                <w:noProof/>
                <w:szCs w:val="22"/>
              </w:rPr>
              <w:t> </w:t>
            </w:r>
            <w:r w:rsidR="00DA5064" w:rsidRPr="004819A5">
              <w:rPr>
                <w:rFonts w:cs="Arial"/>
                <w:noProof/>
                <w:szCs w:val="22"/>
              </w:rPr>
              <w:t> </w:t>
            </w:r>
            <w:r w:rsidR="00DA5064" w:rsidRPr="004819A5">
              <w:rPr>
                <w:rFonts w:cs="Arial"/>
                <w:noProof/>
                <w:szCs w:val="22"/>
              </w:rPr>
              <w:t> </w:t>
            </w:r>
            <w:r w:rsidR="00DA5064" w:rsidRPr="004819A5">
              <w:rPr>
                <w:rFonts w:cs="Arial"/>
                <w:szCs w:val="22"/>
              </w:rPr>
              <w:fldChar w:fldCharType="end"/>
            </w:r>
          </w:p>
          <w:p w14:paraId="7FBD8B9E" w14:textId="04B01C77" w:rsidR="00F714A5" w:rsidRPr="004819A5" w:rsidRDefault="00F714A5" w:rsidP="008629C3">
            <w:pPr>
              <w:tabs>
                <w:tab w:val="left" w:pos="1700"/>
              </w:tabs>
              <w:spacing w:line="220" w:lineRule="exact"/>
              <w:rPr>
                <w:rFonts w:cs="Arial"/>
                <w:szCs w:val="22"/>
              </w:rPr>
            </w:pPr>
            <w:r w:rsidRPr="00DE6FFF">
              <w:rPr>
                <w:rFonts w:cs="Arial"/>
                <w:sz w:val="16"/>
                <w:szCs w:val="16"/>
              </w:rPr>
              <w:t>Telefon:</w:t>
            </w:r>
            <w:r w:rsidR="008629C3">
              <w:rPr>
                <w:rFonts w:cs="Arial"/>
                <w:szCs w:val="22"/>
              </w:rPr>
              <w:tab/>
            </w:r>
            <w:r w:rsidR="007A2AF3" w:rsidRPr="00EB05F0">
              <w:t>07351 3652-</w:t>
            </w:r>
            <w:r w:rsidR="00F04074">
              <w:t>22</w:t>
            </w:r>
          </w:p>
          <w:p w14:paraId="25A22B07" w14:textId="5FB02056" w:rsidR="00F714A5" w:rsidRPr="004819A5" w:rsidRDefault="00F714A5" w:rsidP="008629C3">
            <w:pPr>
              <w:tabs>
                <w:tab w:val="left" w:pos="1700"/>
              </w:tabs>
              <w:spacing w:line="220" w:lineRule="exact"/>
              <w:rPr>
                <w:rFonts w:cs="Arial"/>
                <w:szCs w:val="22"/>
              </w:rPr>
            </w:pPr>
            <w:r w:rsidRPr="00DE6FFF">
              <w:rPr>
                <w:rFonts w:cs="Arial"/>
                <w:sz w:val="16"/>
                <w:szCs w:val="16"/>
              </w:rPr>
              <w:t>Telefax:</w:t>
            </w:r>
            <w:r w:rsidR="008629C3">
              <w:rPr>
                <w:rFonts w:cs="Arial"/>
                <w:szCs w:val="22"/>
              </w:rPr>
              <w:tab/>
            </w:r>
            <w:r w:rsidR="00F04074" w:rsidRPr="00EB05F0">
              <w:t>07351 3652-77</w:t>
            </w:r>
          </w:p>
          <w:p w14:paraId="5959847B" w14:textId="7752AFAB" w:rsidR="00F714A5" w:rsidRPr="004819A5" w:rsidRDefault="00F714A5" w:rsidP="008629C3">
            <w:pPr>
              <w:tabs>
                <w:tab w:val="left" w:pos="1700"/>
              </w:tabs>
              <w:spacing w:line="220" w:lineRule="exact"/>
              <w:rPr>
                <w:rFonts w:cs="Arial"/>
                <w:szCs w:val="22"/>
              </w:rPr>
            </w:pPr>
            <w:r w:rsidRPr="00DE6FFF">
              <w:rPr>
                <w:rFonts w:cs="Arial"/>
                <w:sz w:val="16"/>
                <w:szCs w:val="16"/>
              </w:rPr>
              <w:t>E-Mail:</w:t>
            </w:r>
            <w:r w:rsidR="008629C3">
              <w:rPr>
                <w:rFonts w:cs="Arial"/>
                <w:szCs w:val="22"/>
              </w:rPr>
              <w:tab/>
            </w:r>
            <w:r w:rsidR="00F83DC4">
              <w:rPr>
                <w:rFonts w:cs="Arial"/>
              </w:rPr>
              <w:t>pruefling</w:t>
            </w:r>
            <w:r w:rsidR="00774CDF" w:rsidRPr="008701E8">
              <w:t>@manz-trade.de</w:t>
            </w:r>
          </w:p>
          <w:p w14:paraId="17F25CB0" w14:textId="7316AAB9" w:rsidR="00F714A5" w:rsidRPr="00CD7484" w:rsidRDefault="00F714A5" w:rsidP="008629C3">
            <w:pPr>
              <w:tabs>
                <w:tab w:val="left" w:pos="1700"/>
              </w:tabs>
              <w:spacing w:line="220" w:lineRule="exact"/>
              <w:rPr>
                <w:rFonts w:cs="Arial"/>
                <w:szCs w:val="22"/>
              </w:rPr>
            </w:pPr>
            <w:r w:rsidRPr="00DE6FFF">
              <w:rPr>
                <w:rFonts w:cs="Arial"/>
                <w:sz w:val="16"/>
                <w:szCs w:val="16"/>
              </w:rPr>
              <w:t>Internet:</w:t>
            </w:r>
            <w:r w:rsidR="008629C3">
              <w:rPr>
                <w:rFonts w:cs="Arial"/>
                <w:szCs w:val="22"/>
              </w:rPr>
              <w:tab/>
            </w:r>
            <w:r w:rsidR="00214B46" w:rsidRPr="0049133E">
              <w:t>www.manz-trade.de</w:t>
            </w:r>
          </w:p>
        </w:tc>
      </w:tr>
      <w:tr w:rsidR="002C367C" w:rsidRPr="00316C4A" w14:paraId="1F22BBB5" w14:textId="77777777" w:rsidTr="00E236BB">
        <w:trPr>
          <w:trHeight w:val="1548"/>
        </w:trPr>
        <w:tc>
          <w:tcPr>
            <w:tcW w:w="4535" w:type="dxa"/>
            <w:tcMar>
              <w:left w:w="284" w:type="dxa"/>
            </w:tcMar>
          </w:tcPr>
          <w:p w14:paraId="1F22BBB2" w14:textId="535A5207" w:rsidR="002C367C" w:rsidRPr="00316C4A" w:rsidRDefault="00DA5064" w:rsidP="000602E1">
            <w:pPr>
              <w:ind w:left="-285"/>
              <w:rPr>
                <w:rFonts w:cs="Arial"/>
              </w:rPr>
            </w:pPr>
            <w:r w:rsidRPr="004819A5">
              <w:rPr>
                <w:rFonts w:cs="Arial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819A5">
              <w:rPr>
                <w:rFonts w:cs="Arial"/>
                <w:szCs w:val="22"/>
              </w:rPr>
              <w:instrText xml:space="preserve"> FORMTEXT </w:instrText>
            </w:r>
            <w:r w:rsidRPr="004819A5">
              <w:rPr>
                <w:rFonts w:cs="Arial"/>
                <w:szCs w:val="22"/>
              </w:rPr>
            </w:r>
            <w:r w:rsidRPr="004819A5">
              <w:rPr>
                <w:rFonts w:cs="Arial"/>
                <w:szCs w:val="22"/>
              </w:rPr>
              <w:fldChar w:fldCharType="separate"/>
            </w:r>
            <w:r w:rsidRPr="004819A5">
              <w:rPr>
                <w:rFonts w:cs="Arial"/>
                <w:noProof/>
                <w:szCs w:val="22"/>
              </w:rPr>
              <w:t> </w:t>
            </w:r>
            <w:r w:rsidRPr="004819A5">
              <w:rPr>
                <w:rFonts w:cs="Arial"/>
                <w:noProof/>
                <w:szCs w:val="22"/>
              </w:rPr>
              <w:t> </w:t>
            </w:r>
            <w:r w:rsidRPr="004819A5">
              <w:rPr>
                <w:rFonts w:cs="Arial"/>
                <w:noProof/>
                <w:szCs w:val="22"/>
              </w:rPr>
              <w:t> </w:t>
            </w:r>
            <w:r w:rsidRPr="004819A5">
              <w:rPr>
                <w:rFonts w:cs="Arial"/>
                <w:noProof/>
                <w:szCs w:val="22"/>
              </w:rPr>
              <w:t> </w:t>
            </w:r>
            <w:r w:rsidRPr="004819A5">
              <w:rPr>
                <w:rFonts w:cs="Arial"/>
                <w:noProof/>
                <w:szCs w:val="22"/>
              </w:rPr>
              <w:t> </w:t>
            </w:r>
            <w:r w:rsidRPr="004819A5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134" w:type="dxa"/>
            <w:vMerge/>
          </w:tcPr>
          <w:p w14:paraId="1F22BBB3" w14:textId="77777777" w:rsidR="002C367C" w:rsidRPr="00C41375" w:rsidRDefault="002C367C" w:rsidP="00C41375">
            <w:pPr>
              <w:tabs>
                <w:tab w:val="left" w:pos="1840"/>
              </w:tabs>
              <w:spacing w:line="220" w:lineRule="exact"/>
              <w:rPr>
                <w:rFonts w:cs="Arial"/>
                <w:sz w:val="16"/>
              </w:rPr>
            </w:pPr>
          </w:p>
        </w:tc>
        <w:tc>
          <w:tcPr>
            <w:tcW w:w="4252" w:type="dxa"/>
            <w:vMerge/>
          </w:tcPr>
          <w:p w14:paraId="1F22BBB4" w14:textId="45E1E35D" w:rsidR="002C367C" w:rsidRPr="004819A5" w:rsidRDefault="002C367C" w:rsidP="008629C3">
            <w:pPr>
              <w:tabs>
                <w:tab w:val="left" w:pos="1700"/>
                <w:tab w:val="left" w:pos="1840"/>
              </w:tabs>
              <w:spacing w:line="220" w:lineRule="exact"/>
              <w:rPr>
                <w:rFonts w:cs="Arial"/>
                <w:sz w:val="16"/>
              </w:rPr>
            </w:pPr>
          </w:p>
        </w:tc>
      </w:tr>
      <w:tr w:rsidR="009413A9" w:rsidRPr="00316C4A" w14:paraId="5A80F931" w14:textId="77777777" w:rsidTr="00E236BB">
        <w:trPr>
          <w:trHeight w:val="283"/>
        </w:trPr>
        <w:tc>
          <w:tcPr>
            <w:tcW w:w="4535" w:type="dxa"/>
            <w:tcMar>
              <w:left w:w="284" w:type="dxa"/>
            </w:tcMar>
          </w:tcPr>
          <w:p w14:paraId="3EA4B42A" w14:textId="77777777" w:rsidR="009413A9" w:rsidRPr="00316C4A" w:rsidRDefault="009413A9">
            <w:pPr>
              <w:rPr>
                <w:rFonts w:cs="Arial"/>
              </w:rPr>
            </w:pPr>
          </w:p>
        </w:tc>
        <w:tc>
          <w:tcPr>
            <w:tcW w:w="1134" w:type="dxa"/>
          </w:tcPr>
          <w:p w14:paraId="4FA072B1" w14:textId="77777777" w:rsidR="009413A9" w:rsidRPr="00C41375" w:rsidRDefault="009413A9" w:rsidP="00C41375">
            <w:pPr>
              <w:tabs>
                <w:tab w:val="left" w:pos="1840"/>
              </w:tabs>
              <w:spacing w:line="220" w:lineRule="exact"/>
              <w:rPr>
                <w:rFonts w:cs="Arial"/>
                <w:sz w:val="16"/>
              </w:rPr>
            </w:pPr>
          </w:p>
        </w:tc>
        <w:tc>
          <w:tcPr>
            <w:tcW w:w="4252" w:type="dxa"/>
          </w:tcPr>
          <w:p w14:paraId="086DD001" w14:textId="77777777" w:rsidR="00E6253D" w:rsidRDefault="00E6253D" w:rsidP="008629C3">
            <w:pPr>
              <w:tabs>
                <w:tab w:val="left" w:pos="1700"/>
                <w:tab w:val="left" w:pos="1840"/>
              </w:tabs>
              <w:spacing w:line="220" w:lineRule="exact"/>
              <w:rPr>
                <w:rFonts w:cs="Arial"/>
              </w:rPr>
            </w:pPr>
          </w:p>
          <w:p w14:paraId="595CDC6C" w14:textId="555E5B94" w:rsidR="009413A9" w:rsidRPr="004819A5" w:rsidRDefault="00CD7484" w:rsidP="008629C3">
            <w:pPr>
              <w:tabs>
                <w:tab w:val="left" w:pos="1700"/>
                <w:tab w:val="left" w:pos="1840"/>
              </w:tabs>
              <w:spacing w:line="220" w:lineRule="exact"/>
              <w:rPr>
                <w:rFonts w:cs="Arial"/>
                <w:sz w:val="16"/>
              </w:rPr>
            </w:pPr>
            <w:r w:rsidRPr="00DE6FFF">
              <w:rPr>
                <w:rFonts w:cs="Arial"/>
                <w:sz w:val="16"/>
                <w:szCs w:val="18"/>
              </w:rPr>
              <w:t>Datum:</w:t>
            </w:r>
            <w:r w:rsidR="008629C3">
              <w:rPr>
                <w:rFonts w:cs="Arial"/>
              </w:rPr>
              <w:tab/>
            </w:r>
            <w:r w:rsidR="00DA5064" w:rsidRPr="004819A5">
              <w:rPr>
                <w:rFonts w:cs="Arial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A5064" w:rsidRPr="004819A5">
              <w:rPr>
                <w:rFonts w:cs="Arial"/>
                <w:szCs w:val="22"/>
              </w:rPr>
              <w:instrText xml:space="preserve"> FORMTEXT </w:instrText>
            </w:r>
            <w:r w:rsidR="00DA5064" w:rsidRPr="004819A5">
              <w:rPr>
                <w:rFonts w:cs="Arial"/>
                <w:szCs w:val="22"/>
              </w:rPr>
            </w:r>
            <w:r w:rsidR="00DA5064" w:rsidRPr="004819A5">
              <w:rPr>
                <w:rFonts w:cs="Arial"/>
                <w:szCs w:val="22"/>
              </w:rPr>
              <w:fldChar w:fldCharType="separate"/>
            </w:r>
            <w:r w:rsidR="00DA5064" w:rsidRPr="004819A5">
              <w:rPr>
                <w:rFonts w:cs="Arial"/>
                <w:noProof/>
                <w:szCs w:val="22"/>
              </w:rPr>
              <w:t> </w:t>
            </w:r>
            <w:r w:rsidR="00DA5064" w:rsidRPr="004819A5">
              <w:rPr>
                <w:rFonts w:cs="Arial"/>
                <w:noProof/>
                <w:szCs w:val="22"/>
              </w:rPr>
              <w:t> </w:t>
            </w:r>
            <w:r w:rsidR="00DA5064" w:rsidRPr="004819A5">
              <w:rPr>
                <w:rFonts w:cs="Arial"/>
                <w:noProof/>
                <w:szCs w:val="22"/>
              </w:rPr>
              <w:t> </w:t>
            </w:r>
            <w:r w:rsidR="00DA5064" w:rsidRPr="004819A5">
              <w:rPr>
                <w:rFonts w:cs="Arial"/>
                <w:noProof/>
                <w:szCs w:val="22"/>
              </w:rPr>
              <w:t> </w:t>
            </w:r>
            <w:r w:rsidR="00DA5064" w:rsidRPr="004819A5">
              <w:rPr>
                <w:rFonts w:cs="Arial"/>
                <w:noProof/>
                <w:szCs w:val="22"/>
              </w:rPr>
              <w:t> </w:t>
            </w:r>
            <w:r w:rsidR="00DA5064" w:rsidRPr="004819A5">
              <w:rPr>
                <w:rFonts w:cs="Arial"/>
                <w:szCs w:val="22"/>
              </w:rPr>
              <w:fldChar w:fldCharType="end"/>
            </w:r>
          </w:p>
        </w:tc>
      </w:tr>
    </w:tbl>
    <w:p w14:paraId="1F22BBD5" w14:textId="04C72AE3" w:rsidR="002226BD" w:rsidRDefault="002226BD" w:rsidP="00D30A53">
      <w:pPr>
        <w:rPr>
          <w:rFonts w:cs="Arial"/>
        </w:rPr>
      </w:pPr>
    </w:p>
    <w:p w14:paraId="67C4F0DF" w14:textId="45AF73DF" w:rsidR="00DC6A68" w:rsidRDefault="00DC6A68">
      <w:pPr>
        <w:rPr>
          <w:rFonts w:cs="Arial"/>
        </w:rPr>
      </w:pPr>
    </w:p>
    <w:p w14:paraId="76FCFD76" w14:textId="326CA771" w:rsidR="00DA5064" w:rsidRDefault="00DA5064">
      <w:pPr>
        <w:rPr>
          <w:rFonts w:cs="Arial"/>
          <w:szCs w:val="22"/>
        </w:rPr>
      </w:pPr>
      <w:r w:rsidRPr="004819A5"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819A5">
        <w:rPr>
          <w:rFonts w:cs="Arial"/>
          <w:szCs w:val="22"/>
        </w:rPr>
        <w:instrText xml:space="preserve"> FORMTEXT </w:instrText>
      </w:r>
      <w:r w:rsidRPr="004819A5">
        <w:rPr>
          <w:rFonts w:cs="Arial"/>
          <w:szCs w:val="22"/>
        </w:rPr>
      </w:r>
      <w:r w:rsidRPr="004819A5">
        <w:rPr>
          <w:rFonts w:cs="Arial"/>
          <w:szCs w:val="22"/>
        </w:rPr>
        <w:fldChar w:fldCharType="separate"/>
      </w:r>
      <w:r w:rsidRPr="004819A5">
        <w:rPr>
          <w:rFonts w:cs="Arial"/>
          <w:noProof/>
          <w:szCs w:val="22"/>
        </w:rPr>
        <w:t> </w:t>
      </w:r>
      <w:r w:rsidRPr="004819A5">
        <w:rPr>
          <w:rFonts w:cs="Arial"/>
          <w:noProof/>
          <w:szCs w:val="22"/>
        </w:rPr>
        <w:t> </w:t>
      </w:r>
      <w:r w:rsidRPr="004819A5">
        <w:rPr>
          <w:rFonts w:cs="Arial"/>
          <w:noProof/>
          <w:szCs w:val="22"/>
        </w:rPr>
        <w:t> </w:t>
      </w:r>
      <w:r w:rsidRPr="004819A5">
        <w:rPr>
          <w:rFonts w:cs="Arial"/>
          <w:noProof/>
          <w:szCs w:val="22"/>
        </w:rPr>
        <w:t> </w:t>
      </w:r>
      <w:r w:rsidRPr="004819A5">
        <w:rPr>
          <w:rFonts w:cs="Arial"/>
          <w:noProof/>
          <w:szCs w:val="22"/>
        </w:rPr>
        <w:t> </w:t>
      </w:r>
      <w:r w:rsidRPr="004819A5">
        <w:rPr>
          <w:rFonts w:cs="Arial"/>
          <w:szCs w:val="22"/>
        </w:rPr>
        <w:fldChar w:fldCharType="end"/>
      </w:r>
    </w:p>
    <w:p w14:paraId="0D605805" w14:textId="441D739C" w:rsidR="00A97976" w:rsidRDefault="00A97976">
      <w:pPr>
        <w:rPr>
          <w:rFonts w:cs="Arial"/>
          <w:szCs w:val="22"/>
        </w:rPr>
      </w:pPr>
    </w:p>
    <w:p w14:paraId="38E8FF90" w14:textId="5DA1139F" w:rsidR="00A97976" w:rsidRDefault="00A97976">
      <w:pPr>
        <w:rPr>
          <w:rFonts w:cs="Arial"/>
          <w:szCs w:val="22"/>
        </w:rPr>
      </w:pPr>
    </w:p>
    <w:p w14:paraId="077AB293" w14:textId="469FA20C" w:rsidR="00A97976" w:rsidRDefault="0083590B">
      <w:pPr>
        <w:rPr>
          <w:rFonts w:cs="Arial"/>
        </w:rPr>
      </w:pPr>
      <w:r>
        <w:rPr>
          <w:rFonts w:cs="Arial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Start w:id="2" w:name="_GoBack"/>
      <w:bookmarkEnd w:id="1"/>
      <w:bookmarkEnd w:id="2"/>
      <w:r w:rsidR="00A97976">
        <w:rPr>
          <w:rFonts w:cs="Arial"/>
          <w:szCs w:val="22"/>
        </w:rPr>
        <w:t>,</w:t>
      </w:r>
    </w:p>
    <w:sectPr w:rsidR="00A97976" w:rsidSect="007A34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1134" w:bottom="1134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435AFB" w14:textId="77777777" w:rsidR="00952C43" w:rsidRDefault="00952C43">
      <w:r>
        <w:separator/>
      </w:r>
    </w:p>
  </w:endnote>
  <w:endnote w:type="continuationSeparator" w:id="0">
    <w:p w14:paraId="64C563D5" w14:textId="77777777" w:rsidR="00952C43" w:rsidRDefault="00952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92209" w14:textId="77777777" w:rsidR="00674074" w:rsidRDefault="0067407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64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2410"/>
      <w:gridCol w:w="1701"/>
      <w:gridCol w:w="2127"/>
    </w:tblGrid>
    <w:tr w:rsidR="00457924" w:rsidRPr="009E75D2" w14:paraId="32CF6427" w14:textId="77777777" w:rsidTr="00457924">
      <w:tc>
        <w:tcPr>
          <w:tcW w:w="2410" w:type="dxa"/>
          <w:tcBorders>
            <w:top w:val="single" w:sz="4" w:space="0" w:color="auto"/>
          </w:tcBorders>
        </w:tcPr>
        <w:p w14:paraId="4F7ACA86" w14:textId="2BA54A24" w:rsidR="00457924" w:rsidRPr="009E75D2" w:rsidRDefault="00457924" w:rsidP="00457924">
          <w:pPr>
            <w:tabs>
              <w:tab w:val="center" w:pos="4536"/>
              <w:tab w:val="right" w:pos="9072"/>
            </w:tabs>
            <w:rPr>
              <w:rFonts w:cs="Arial"/>
              <w:b/>
              <w:sz w:val="12"/>
            </w:rPr>
          </w:pPr>
          <w:r w:rsidRPr="0001518E">
            <w:rPr>
              <w:rFonts w:cs="Arial"/>
              <w:b/>
              <w:sz w:val="12"/>
            </w:rPr>
            <w:t>Geschäftsführer</w:t>
          </w:r>
          <w:r>
            <w:rPr>
              <w:rFonts w:cs="Arial"/>
              <w:b/>
              <w:sz w:val="12"/>
            </w:rPr>
            <w:t>:</w:t>
          </w:r>
        </w:p>
      </w:tc>
      <w:tc>
        <w:tcPr>
          <w:tcW w:w="2410" w:type="dxa"/>
          <w:tcBorders>
            <w:top w:val="single" w:sz="4" w:space="0" w:color="auto"/>
          </w:tcBorders>
        </w:tcPr>
        <w:p w14:paraId="33241878" w14:textId="477786CA" w:rsidR="00457924" w:rsidRPr="009E75D2" w:rsidRDefault="00457924" w:rsidP="00457924">
          <w:pPr>
            <w:tabs>
              <w:tab w:val="center" w:pos="4536"/>
              <w:tab w:val="right" w:pos="9072"/>
            </w:tabs>
            <w:rPr>
              <w:rFonts w:cs="Arial"/>
              <w:b/>
              <w:bCs/>
              <w:sz w:val="12"/>
            </w:rPr>
          </w:pPr>
          <w:r w:rsidRPr="009E75D2">
            <w:rPr>
              <w:rFonts w:cs="Arial"/>
              <w:b/>
              <w:sz w:val="12"/>
            </w:rPr>
            <w:t>Kommunikationsdaten:</w:t>
          </w:r>
        </w:p>
      </w:tc>
      <w:tc>
        <w:tcPr>
          <w:tcW w:w="1701" w:type="dxa"/>
          <w:tcBorders>
            <w:top w:val="single" w:sz="4" w:space="0" w:color="auto"/>
          </w:tcBorders>
        </w:tcPr>
        <w:p w14:paraId="3EBB6476" w14:textId="77777777" w:rsidR="00457924" w:rsidRPr="0001518E" w:rsidRDefault="00457924" w:rsidP="00457924">
          <w:pPr>
            <w:tabs>
              <w:tab w:val="center" w:pos="4536"/>
              <w:tab w:val="right" w:pos="9072"/>
            </w:tabs>
            <w:rPr>
              <w:rFonts w:cs="Arial"/>
              <w:b/>
              <w:bCs/>
              <w:sz w:val="12"/>
            </w:rPr>
          </w:pPr>
          <w:r w:rsidRPr="009E75D2">
            <w:rPr>
              <w:rFonts w:cs="Arial"/>
              <w:b/>
              <w:sz w:val="12"/>
            </w:rPr>
            <w:t>Gerichtsstand Stuttgart</w:t>
          </w:r>
        </w:p>
      </w:tc>
      <w:tc>
        <w:tcPr>
          <w:tcW w:w="2127" w:type="dxa"/>
          <w:tcBorders>
            <w:top w:val="single" w:sz="4" w:space="0" w:color="auto"/>
          </w:tcBorders>
        </w:tcPr>
        <w:p w14:paraId="3609D8D0" w14:textId="77777777" w:rsidR="00457924" w:rsidRPr="009E75D2" w:rsidRDefault="00457924" w:rsidP="00457924">
          <w:pPr>
            <w:tabs>
              <w:tab w:val="center" w:pos="4536"/>
              <w:tab w:val="right" w:pos="9072"/>
            </w:tabs>
            <w:rPr>
              <w:rFonts w:cs="Arial"/>
              <w:b/>
              <w:bCs/>
              <w:sz w:val="12"/>
            </w:rPr>
          </w:pPr>
          <w:r w:rsidRPr="009E75D2">
            <w:rPr>
              <w:rFonts w:cs="Arial"/>
              <w:b/>
              <w:sz w:val="12"/>
            </w:rPr>
            <w:t>Bankverbindung:</w:t>
          </w:r>
        </w:p>
      </w:tc>
    </w:tr>
    <w:tr w:rsidR="00457924" w:rsidRPr="009E75D2" w14:paraId="6C2C0340" w14:textId="77777777" w:rsidTr="00457924">
      <w:tc>
        <w:tcPr>
          <w:tcW w:w="2410" w:type="dxa"/>
        </w:tcPr>
        <w:p w14:paraId="19297FF4" w14:textId="05AACC6C" w:rsidR="00457924" w:rsidRPr="009E75D2" w:rsidRDefault="00457924" w:rsidP="00457924">
          <w:pPr>
            <w:tabs>
              <w:tab w:val="center" w:pos="4536"/>
              <w:tab w:val="right" w:pos="9072"/>
            </w:tabs>
            <w:rPr>
              <w:rFonts w:cs="Arial"/>
              <w:sz w:val="12"/>
            </w:rPr>
          </w:pPr>
          <w:r>
            <w:rPr>
              <w:rFonts w:cs="Arial"/>
              <w:sz w:val="12"/>
            </w:rPr>
            <w:t>Peter Schneider</w:t>
          </w:r>
        </w:p>
      </w:tc>
      <w:tc>
        <w:tcPr>
          <w:tcW w:w="2410" w:type="dxa"/>
        </w:tcPr>
        <w:p w14:paraId="527AA897" w14:textId="76AB16B9" w:rsidR="00457924" w:rsidRPr="009E75D2" w:rsidRDefault="00457924" w:rsidP="00457924">
          <w:pPr>
            <w:tabs>
              <w:tab w:val="center" w:pos="4536"/>
              <w:tab w:val="right" w:pos="9072"/>
            </w:tabs>
            <w:rPr>
              <w:rFonts w:cs="Arial"/>
              <w:bCs/>
              <w:sz w:val="12"/>
            </w:rPr>
          </w:pPr>
          <w:r w:rsidRPr="009E75D2">
            <w:rPr>
              <w:rFonts w:cs="Arial"/>
              <w:sz w:val="12"/>
            </w:rPr>
            <w:t xml:space="preserve">Telefon: </w:t>
          </w:r>
          <w:r w:rsidR="00B2323D" w:rsidRPr="00B2323D">
            <w:rPr>
              <w:rFonts w:cs="Arial"/>
              <w:sz w:val="12"/>
            </w:rPr>
            <w:t>07351 3652-</w:t>
          </w:r>
          <w:r w:rsidR="005D2B3C">
            <w:rPr>
              <w:rFonts w:cs="Arial"/>
              <w:sz w:val="12"/>
            </w:rPr>
            <w:t>0</w:t>
          </w:r>
        </w:p>
      </w:tc>
      <w:tc>
        <w:tcPr>
          <w:tcW w:w="1701" w:type="dxa"/>
        </w:tcPr>
        <w:p w14:paraId="65D29D6F" w14:textId="33FFC56D" w:rsidR="00457924" w:rsidRPr="0001518E" w:rsidRDefault="00457924" w:rsidP="00457924">
          <w:pPr>
            <w:tabs>
              <w:tab w:val="center" w:pos="4536"/>
              <w:tab w:val="right" w:pos="9072"/>
            </w:tabs>
            <w:rPr>
              <w:rFonts w:cs="Arial"/>
              <w:bCs/>
              <w:sz w:val="12"/>
            </w:rPr>
          </w:pPr>
          <w:r w:rsidRPr="009E75D2">
            <w:rPr>
              <w:rFonts w:cs="Arial"/>
              <w:b/>
              <w:sz w:val="12"/>
            </w:rPr>
            <w:t>HRA</w:t>
          </w:r>
          <w:r w:rsidRPr="009E75D2">
            <w:rPr>
              <w:rFonts w:cs="Arial"/>
              <w:sz w:val="12"/>
            </w:rPr>
            <w:t xml:space="preserve"> 3380 </w:t>
          </w:r>
          <w:r w:rsidR="007D6E31">
            <w:rPr>
              <w:rFonts w:cs="Arial"/>
              <w:sz w:val="12"/>
            </w:rPr>
            <w:t>Biberach</w:t>
          </w:r>
        </w:p>
      </w:tc>
      <w:tc>
        <w:tcPr>
          <w:tcW w:w="2127" w:type="dxa"/>
        </w:tcPr>
        <w:p w14:paraId="5BEE9DE3" w14:textId="426879D4" w:rsidR="00457924" w:rsidRPr="009E75D2" w:rsidRDefault="00457924" w:rsidP="00457924">
          <w:pPr>
            <w:tabs>
              <w:tab w:val="center" w:pos="4536"/>
              <w:tab w:val="right" w:pos="9072"/>
            </w:tabs>
            <w:rPr>
              <w:rFonts w:cs="Arial"/>
              <w:bCs/>
              <w:sz w:val="12"/>
            </w:rPr>
          </w:pPr>
          <w:r w:rsidRPr="009E75D2">
            <w:rPr>
              <w:rFonts w:cs="Arial"/>
              <w:sz w:val="12"/>
            </w:rPr>
            <w:t>Vereinsbank</w:t>
          </w:r>
          <w:r w:rsidR="007D6E31">
            <w:rPr>
              <w:rFonts w:cs="Arial"/>
              <w:sz w:val="12"/>
            </w:rPr>
            <w:t xml:space="preserve"> Biberach</w:t>
          </w:r>
        </w:p>
      </w:tc>
    </w:tr>
    <w:tr w:rsidR="00457924" w:rsidRPr="009E75D2" w14:paraId="090189F1" w14:textId="77777777" w:rsidTr="00457924">
      <w:tc>
        <w:tcPr>
          <w:tcW w:w="2410" w:type="dxa"/>
        </w:tcPr>
        <w:p w14:paraId="5A2E9C8D" w14:textId="0470EFBA" w:rsidR="00457924" w:rsidRPr="009E75D2" w:rsidRDefault="00457924" w:rsidP="00457924">
          <w:pPr>
            <w:tabs>
              <w:tab w:val="center" w:pos="4536"/>
              <w:tab w:val="right" w:pos="9072"/>
            </w:tabs>
            <w:rPr>
              <w:rFonts w:cs="Arial"/>
              <w:sz w:val="12"/>
            </w:rPr>
          </w:pPr>
        </w:p>
      </w:tc>
      <w:tc>
        <w:tcPr>
          <w:tcW w:w="2410" w:type="dxa"/>
        </w:tcPr>
        <w:p w14:paraId="73DC0868" w14:textId="57837321" w:rsidR="00457924" w:rsidRPr="009E75D2" w:rsidRDefault="00457924" w:rsidP="00457924">
          <w:pPr>
            <w:tabs>
              <w:tab w:val="center" w:pos="4536"/>
              <w:tab w:val="right" w:pos="9072"/>
            </w:tabs>
            <w:rPr>
              <w:rFonts w:cs="Arial"/>
              <w:bCs/>
              <w:sz w:val="12"/>
            </w:rPr>
          </w:pPr>
          <w:r w:rsidRPr="009E75D2">
            <w:rPr>
              <w:rFonts w:cs="Arial"/>
              <w:sz w:val="12"/>
            </w:rPr>
            <w:t xml:space="preserve">Telefax: </w:t>
          </w:r>
          <w:r w:rsidR="00DD718E" w:rsidRPr="00DD718E">
            <w:rPr>
              <w:rFonts w:cs="Arial"/>
              <w:sz w:val="12"/>
            </w:rPr>
            <w:t>07351 3652-</w:t>
          </w:r>
          <w:r w:rsidR="005D2B3C">
            <w:rPr>
              <w:rFonts w:cs="Arial"/>
              <w:sz w:val="12"/>
            </w:rPr>
            <w:t>10</w:t>
          </w:r>
        </w:p>
      </w:tc>
      <w:tc>
        <w:tcPr>
          <w:tcW w:w="1701" w:type="dxa"/>
        </w:tcPr>
        <w:p w14:paraId="119F9DDA" w14:textId="77777777" w:rsidR="00457924" w:rsidRPr="0001518E" w:rsidRDefault="00457924" w:rsidP="00457924">
          <w:pPr>
            <w:tabs>
              <w:tab w:val="center" w:pos="4536"/>
              <w:tab w:val="right" w:pos="9072"/>
            </w:tabs>
            <w:rPr>
              <w:rFonts w:cs="Arial"/>
              <w:bCs/>
              <w:sz w:val="12"/>
            </w:rPr>
          </w:pPr>
          <w:r w:rsidRPr="009E75D2">
            <w:rPr>
              <w:rFonts w:cs="Arial"/>
              <w:b/>
              <w:sz w:val="12"/>
            </w:rPr>
            <w:t>Steuer-Nr.:</w:t>
          </w:r>
          <w:r w:rsidRPr="009E75D2">
            <w:rPr>
              <w:rFonts w:cs="Arial"/>
              <w:sz w:val="12"/>
            </w:rPr>
            <w:t xml:space="preserve"> 1430671722</w:t>
          </w:r>
        </w:p>
      </w:tc>
      <w:tc>
        <w:tcPr>
          <w:tcW w:w="2127" w:type="dxa"/>
        </w:tcPr>
        <w:p w14:paraId="33777648" w14:textId="77777777" w:rsidR="00457924" w:rsidRPr="009E75D2" w:rsidRDefault="00457924" w:rsidP="00457924">
          <w:pPr>
            <w:tabs>
              <w:tab w:val="center" w:pos="4536"/>
              <w:tab w:val="right" w:pos="9072"/>
            </w:tabs>
            <w:rPr>
              <w:rFonts w:cs="Arial"/>
              <w:bCs/>
              <w:sz w:val="12"/>
            </w:rPr>
          </w:pPr>
          <w:r w:rsidRPr="009E75D2">
            <w:rPr>
              <w:rFonts w:cs="Arial"/>
              <w:sz w:val="12"/>
            </w:rPr>
            <w:t>IBAN DE89 3704 0044 0532 0130 00</w:t>
          </w:r>
        </w:p>
      </w:tc>
    </w:tr>
    <w:tr w:rsidR="00457924" w:rsidRPr="009E75D2" w14:paraId="7AAA7A84" w14:textId="77777777" w:rsidTr="00457924">
      <w:tc>
        <w:tcPr>
          <w:tcW w:w="2410" w:type="dxa"/>
        </w:tcPr>
        <w:p w14:paraId="56C16D11" w14:textId="77777777" w:rsidR="00457924" w:rsidRPr="009E75D2" w:rsidRDefault="00457924" w:rsidP="00457924">
          <w:pPr>
            <w:tabs>
              <w:tab w:val="center" w:pos="4536"/>
              <w:tab w:val="right" w:pos="9072"/>
            </w:tabs>
            <w:rPr>
              <w:rFonts w:cs="Arial"/>
              <w:sz w:val="12"/>
            </w:rPr>
          </w:pPr>
        </w:p>
      </w:tc>
      <w:tc>
        <w:tcPr>
          <w:tcW w:w="2410" w:type="dxa"/>
        </w:tcPr>
        <w:p w14:paraId="2665B980" w14:textId="1BDB5BAD" w:rsidR="00457924" w:rsidRPr="009E75D2" w:rsidRDefault="00457924" w:rsidP="00457924">
          <w:pPr>
            <w:tabs>
              <w:tab w:val="center" w:pos="4536"/>
              <w:tab w:val="right" w:pos="9072"/>
            </w:tabs>
            <w:rPr>
              <w:rFonts w:cs="Arial"/>
              <w:bCs/>
              <w:sz w:val="12"/>
            </w:rPr>
          </w:pPr>
          <w:r w:rsidRPr="009E75D2">
            <w:rPr>
              <w:rFonts w:cs="Arial"/>
              <w:sz w:val="12"/>
            </w:rPr>
            <w:t xml:space="preserve">E-Mail: </w:t>
          </w:r>
          <w:r w:rsidR="005D2B3C" w:rsidRPr="005D2B3C">
            <w:rPr>
              <w:rFonts w:cs="Arial"/>
              <w:sz w:val="12"/>
            </w:rPr>
            <w:t>info@manz-trade.de</w:t>
          </w:r>
        </w:p>
      </w:tc>
      <w:tc>
        <w:tcPr>
          <w:tcW w:w="1701" w:type="dxa"/>
        </w:tcPr>
        <w:p w14:paraId="7BD635FE" w14:textId="77777777" w:rsidR="00457924" w:rsidRPr="009E75D2" w:rsidRDefault="00457924" w:rsidP="00457924">
          <w:pPr>
            <w:tabs>
              <w:tab w:val="center" w:pos="4536"/>
              <w:tab w:val="right" w:pos="9072"/>
            </w:tabs>
            <w:rPr>
              <w:rFonts w:cs="Arial"/>
              <w:bCs/>
              <w:sz w:val="12"/>
            </w:rPr>
          </w:pPr>
          <w:proofErr w:type="spellStart"/>
          <w:r w:rsidRPr="009E75D2">
            <w:rPr>
              <w:rFonts w:cs="Arial"/>
              <w:b/>
              <w:sz w:val="12"/>
            </w:rPr>
            <w:t>USt</w:t>
          </w:r>
          <w:proofErr w:type="spellEnd"/>
          <w:r w:rsidRPr="009E75D2">
            <w:rPr>
              <w:rFonts w:cs="Arial"/>
              <w:b/>
              <w:sz w:val="12"/>
            </w:rPr>
            <w:t>.-</w:t>
          </w:r>
          <w:proofErr w:type="spellStart"/>
          <w:r w:rsidRPr="009E75D2">
            <w:rPr>
              <w:rFonts w:cs="Arial"/>
              <w:b/>
              <w:sz w:val="12"/>
            </w:rPr>
            <w:t>IdNr</w:t>
          </w:r>
          <w:proofErr w:type="spellEnd"/>
          <w:r w:rsidRPr="009E75D2">
            <w:rPr>
              <w:rFonts w:cs="Arial"/>
              <w:b/>
              <w:sz w:val="12"/>
            </w:rPr>
            <w:t>.:</w:t>
          </w:r>
          <w:r w:rsidRPr="009E75D2">
            <w:rPr>
              <w:rFonts w:cs="Arial"/>
              <w:sz w:val="12"/>
            </w:rPr>
            <w:t xml:space="preserve"> DE 183631402</w:t>
          </w:r>
        </w:p>
      </w:tc>
      <w:tc>
        <w:tcPr>
          <w:tcW w:w="2127" w:type="dxa"/>
        </w:tcPr>
        <w:p w14:paraId="63E24629" w14:textId="77777777" w:rsidR="00457924" w:rsidRPr="009E75D2" w:rsidRDefault="00457924" w:rsidP="00457924">
          <w:pPr>
            <w:tabs>
              <w:tab w:val="center" w:pos="4536"/>
              <w:tab w:val="right" w:pos="9072"/>
            </w:tabs>
            <w:rPr>
              <w:rFonts w:cs="Arial"/>
              <w:bCs/>
              <w:sz w:val="12"/>
            </w:rPr>
          </w:pPr>
          <w:r w:rsidRPr="009E75D2">
            <w:rPr>
              <w:rFonts w:cs="Arial"/>
              <w:sz w:val="12"/>
            </w:rPr>
            <w:t>SWIFT-Code 1122 49 22 123</w:t>
          </w:r>
        </w:p>
      </w:tc>
    </w:tr>
  </w:tbl>
  <w:p w14:paraId="3E642951" w14:textId="77777777" w:rsidR="00191CC8" w:rsidRPr="00191CC8" w:rsidRDefault="00191CC8">
    <w:pPr>
      <w:pStyle w:val="Fuzeile"/>
      <w:rPr>
        <w:sz w:val="6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41993" w14:textId="77777777" w:rsidR="00674074" w:rsidRDefault="0067407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76022" w14:textId="77777777" w:rsidR="00952C43" w:rsidRDefault="00952C43">
      <w:r>
        <w:separator/>
      </w:r>
    </w:p>
  </w:footnote>
  <w:footnote w:type="continuationSeparator" w:id="0">
    <w:p w14:paraId="66651E68" w14:textId="77777777" w:rsidR="00952C43" w:rsidRDefault="00952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ADAE7" w14:textId="77777777" w:rsidR="00674074" w:rsidRDefault="0067407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2BC0C" w14:textId="6208F7ED" w:rsidR="001C0D12" w:rsidRPr="00C41375" w:rsidRDefault="00905C41" w:rsidP="004819A5">
    <w:pPr>
      <w:pStyle w:val="Kopfzeile"/>
      <w:tabs>
        <w:tab w:val="clear" w:pos="4536"/>
        <w:tab w:val="clear" w:pos="9072"/>
        <w:tab w:val="center" w:pos="4816"/>
      </w:tabs>
      <w:rPr>
        <w:rFonts w:cs="Arial"/>
        <w:szCs w:val="22"/>
      </w:rPr>
    </w:pPr>
    <w:r>
      <w:rPr>
        <w:noProof/>
        <w:sz w:val="28"/>
        <w:szCs w:val="28"/>
      </w:rPr>
      <w:drawing>
        <wp:anchor distT="0" distB="0" distL="114300" distR="114300" simplePos="0" relativeHeight="251667456" behindDoc="0" locked="0" layoutInCell="1" allowOverlap="1" wp14:anchorId="0D1C3749" wp14:editId="48CDB1B2">
          <wp:simplePos x="0" y="0"/>
          <wp:positionH relativeFrom="margin">
            <wp:align>center</wp:align>
          </wp:positionH>
          <wp:positionV relativeFrom="paragraph">
            <wp:posOffset>-137795</wp:posOffset>
          </wp:positionV>
          <wp:extent cx="5450840" cy="520700"/>
          <wp:effectExtent l="0" t="0" r="0" b="0"/>
          <wp:wrapThrough wrapText="bothSides">
            <wp:wrapPolygon edited="0">
              <wp:start x="6794" y="0"/>
              <wp:lineTo x="1057" y="3161"/>
              <wp:lineTo x="151" y="5532"/>
              <wp:lineTo x="151" y="15805"/>
              <wp:lineTo x="6568" y="19756"/>
              <wp:lineTo x="9587" y="20546"/>
              <wp:lineTo x="13135" y="20546"/>
              <wp:lineTo x="15777" y="19756"/>
              <wp:lineTo x="21439" y="15805"/>
              <wp:lineTo x="21439" y="4741"/>
              <wp:lineTo x="18721" y="1580"/>
              <wp:lineTo x="12154" y="0"/>
              <wp:lineTo x="6794" y="0"/>
            </wp:wrapPolygon>
          </wp:wrapThrough>
          <wp:docPr id="20" name="Bild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840" cy="520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1A7C">
      <w:rPr>
        <w:rFonts w:cs="Arial"/>
        <w:noProof/>
        <w:szCs w:val="22"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50641B88" wp14:editId="612AAB26">
              <wp:simplePos x="0" y="0"/>
              <wp:positionH relativeFrom="page">
                <wp:posOffset>214630</wp:posOffset>
              </wp:positionH>
              <wp:positionV relativeFrom="page">
                <wp:posOffset>3132455</wp:posOffset>
              </wp:positionV>
              <wp:extent cx="180000" cy="0"/>
              <wp:effectExtent l="0" t="0" r="0" b="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4AB1FE1" id="Line 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.9pt,246.65pt" to="31.05pt,2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">
              <w10:wrap anchorx="page" anchory="page"/>
              <w10:anchorlock/>
            </v:line>
          </w:pict>
        </mc:Fallback>
      </mc:AlternateContent>
    </w:r>
    <w:r w:rsidR="00C21083">
      <w:rPr>
        <w:rFonts w:cs="Arial"/>
        <w:noProof/>
        <w:szCs w:val="22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F22BC14" wp14:editId="265C6009">
              <wp:simplePos x="0" y="0"/>
              <wp:positionH relativeFrom="page">
                <wp:posOffset>215900</wp:posOffset>
              </wp:positionH>
              <wp:positionV relativeFrom="page">
                <wp:posOffset>6912610</wp:posOffset>
              </wp:positionV>
              <wp:extent cx="180000" cy="0"/>
              <wp:effectExtent l="0" t="0" r="0" b="0"/>
              <wp:wrapNone/>
              <wp:docPr id="6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5DAFE09" id="Line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44.3pt" to="31.15pt,54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">
              <w10:wrap anchorx="page" anchory="page"/>
              <w10:anchorlock/>
            </v:line>
          </w:pict>
        </mc:Fallback>
      </mc:AlternateContent>
    </w:r>
    <w:r w:rsidR="00C21083">
      <w:rPr>
        <w:rFonts w:cs="Arial"/>
        <w:noProof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1F22BC16" wp14:editId="130FAF71">
              <wp:simplePos x="0" y="0"/>
              <wp:positionH relativeFrom="page">
                <wp:posOffset>215900</wp:posOffset>
              </wp:positionH>
              <wp:positionV relativeFrom="page">
                <wp:posOffset>5346700</wp:posOffset>
              </wp:positionV>
              <wp:extent cx="269875" cy="0"/>
              <wp:effectExtent l="6350" t="12700" r="9525" b="6350"/>
              <wp:wrapNone/>
              <wp:docPr id="5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698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544068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421pt" to="38.2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">
              <w10:wrap anchorx="page"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F900B" w14:textId="77777777" w:rsidR="00674074" w:rsidRDefault="0067407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2289" style="mso-position-horizontal-relative:page;mso-position-vertical-relative:page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81E"/>
    <w:rsid w:val="0002333C"/>
    <w:rsid w:val="0002724F"/>
    <w:rsid w:val="000602E1"/>
    <w:rsid w:val="000836B8"/>
    <w:rsid w:val="00096DC1"/>
    <w:rsid w:val="000A52BA"/>
    <w:rsid w:val="000B59E8"/>
    <w:rsid w:val="00112977"/>
    <w:rsid w:val="0011437A"/>
    <w:rsid w:val="0012217D"/>
    <w:rsid w:val="00135315"/>
    <w:rsid w:val="00136051"/>
    <w:rsid w:val="001766CA"/>
    <w:rsid w:val="001867EB"/>
    <w:rsid w:val="00191CC8"/>
    <w:rsid w:val="001C0D12"/>
    <w:rsid w:val="001C1E5E"/>
    <w:rsid w:val="001C7F5B"/>
    <w:rsid w:val="001D182E"/>
    <w:rsid w:val="001D2B9A"/>
    <w:rsid w:val="001E1C84"/>
    <w:rsid w:val="00201A7C"/>
    <w:rsid w:val="00204F50"/>
    <w:rsid w:val="00214B46"/>
    <w:rsid w:val="0021577E"/>
    <w:rsid w:val="002226BD"/>
    <w:rsid w:val="002403A2"/>
    <w:rsid w:val="002C367C"/>
    <w:rsid w:val="002D5A39"/>
    <w:rsid w:val="002F2CAA"/>
    <w:rsid w:val="002F5C9A"/>
    <w:rsid w:val="00316C4A"/>
    <w:rsid w:val="00317C90"/>
    <w:rsid w:val="00320A86"/>
    <w:rsid w:val="00327DEA"/>
    <w:rsid w:val="00335345"/>
    <w:rsid w:val="00341303"/>
    <w:rsid w:val="0034421A"/>
    <w:rsid w:val="003A23D2"/>
    <w:rsid w:val="003A372D"/>
    <w:rsid w:val="003B03FC"/>
    <w:rsid w:val="003C4F22"/>
    <w:rsid w:val="003D3053"/>
    <w:rsid w:val="00457924"/>
    <w:rsid w:val="004734C6"/>
    <w:rsid w:val="004776F3"/>
    <w:rsid w:val="004819A5"/>
    <w:rsid w:val="0049133E"/>
    <w:rsid w:val="004A60E6"/>
    <w:rsid w:val="004B24EC"/>
    <w:rsid w:val="00501818"/>
    <w:rsid w:val="00502EC1"/>
    <w:rsid w:val="00554EC7"/>
    <w:rsid w:val="00556012"/>
    <w:rsid w:val="0056381D"/>
    <w:rsid w:val="005928F1"/>
    <w:rsid w:val="005B7646"/>
    <w:rsid w:val="005C2CA8"/>
    <w:rsid w:val="005C7D4A"/>
    <w:rsid w:val="005D2847"/>
    <w:rsid w:val="005D2B3C"/>
    <w:rsid w:val="005D4C91"/>
    <w:rsid w:val="005E1388"/>
    <w:rsid w:val="006101C9"/>
    <w:rsid w:val="006318CE"/>
    <w:rsid w:val="00674074"/>
    <w:rsid w:val="00691C0C"/>
    <w:rsid w:val="006A0E97"/>
    <w:rsid w:val="006B5345"/>
    <w:rsid w:val="006E2CF9"/>
    <w:rsid w:val="0071784C"/>
    <w:rsid w:val="00721DF9"/>
    <w:rsid w:val="00725802"/>
    <w:rsid w:val="007472B2"/>
    <w:rsid w:val="007542E6"/>
    <w:rsid w:val="00771FCD"/>
    <w:rsid w:val="00774CDF"/>
    <w:rsid w:val="00783D4A"/>
    <w:rsid w:val="007852F7"/>
    <w:rsid w:val="00795478"/>
    <w:rsid w:val="00797AB7"/>
    <w:rsid w:val="007A2031"/>
    <w:rsid w:val="007A2AF3"/>
    <w:rsid w:val="007A34ED"/>
    <w:rsid w:val="007D6E31"/>
    <w:rsid w:val="0083584B"/>
    <w:rsid w:val="0083590B"/>
    <w:rsid w:val="008629C3"/>
    <w:rsid w:val="008701E8"/>
    <w:rsid w:val="00887006"/>
    <w:rsid w:val="008A4754"/>
    <w:rsid w:val="008C383E"/>
    <w:rsid w:val="008D436D"/>
    <w:rsid w:val="008D5069"/>
    <w:rsid w:val="00905C41"/>
    <w:rsid w:val="00911FF5"/>
    <w:rsid w:val="00912680"/>
    <w:rsid w:val="0092526D"/>
    <w:rsid w:val="0094007C"/>
    <w:rsid w:val="009413A9"/>
    <w:rsid w:val="00952C43"/>
    <w:rsid w:val="009F014D"/>
    <w:rsid w:val="00A1518D"/>
    <w:rsid w:val="00A6233A"/>
    <w:rsid w:val="00A97637"/>
    <w:rsid w:val="00A97976"/>
    <w:rsid w:val="00AA47E0"/>
    <w:rsid w:val="00AE4AB1"/>
    <w:rsid w:val="00AE5BD9"/>
    <w:rsid w:val="00B17F71"/>
    <w:rsid w:val="00B2323D"/>
    <w:rsid w:val="00B51045"/>
    <w:rsid w:val="00B64B9B"/>
    <w:rsid w:val="00B90043"/>
    <w:rsid w:val="00BB3B19"/>
    <w:rsid w:val="00BC21DF"/>
    <w:rsid w:val="00C12E08"/>
    <w:rsid w:val="00C21083"/>
    <w:rsid w:val="00C32340"/>
    <w:rsid w:val="00C41375"/>
    <w:rsid w:val="00C57E39"/>
    <w:rsid w:val="00C70EBA"/>
    <w:rsid w:val="00CC65DC"/>
    <w:rsid w:val="00CD2DD2"/>
    <w:rsid w:val="00CD7484"/>
    <w:rsid w:val="00D05071"/>
    <w:rsid w:val="00D13566"/>
    <w:rsid w:val="00D30A53"/>
    <w:rsid w:val="00D50245"/>
    <w:rsid w:val="00D55458"/>
    <w:rsid w:val="00D65837"/>
    <w:rsid w:val="00D84AF4"/>
    <w:rsid w:val="00DA0209"/>
    <w:rsid w:val="00DA5064"/>
    <w:rsid w:val="00DC6A68"/>
    <w:rsid w:val="00DD1A71"/>
    <w:rsid w:val="00DD718E"/>
    <w:rsid w:val="00DE37F5"/>
    <w:rsid w:val="00DE6FFF"/>
    <w:rsid w:val="00E039B7"/>
    <w:rsid w:val="00E05347"/>
    <w:rsid w:val="00E236BB"/>
    <w:rsid w:val="00E33D9B"/>
    <w:rsid w:val="00E36349"/>
    <w:rsid w:val="00E6253D"/>
    <w:rsid w:val="00E77024"/>
    <w:rsid w:val="00E8246B"/>
    <w:rsid w:val="00E90D46"/>
    <w:rsid w:val="00E93D6D"/>
    <w:rsid w:val="00EC4F6E"/>
    <w:rsid w:val="00EE5643"/>
    <w:rsid w:val="00EF15E9"/>
    <w:rsid w:val="00EF3B74"/>
    <w:rsid w:val="00F04074"/>
    <w:rsid w:val="00F15313"/>
    <w:rsid w:val="00F3781E"/>
    <w:rsid w:val="00F502C3"/>
    <w:rsid w:val="00F714A5"/>
    <w:rsid w:val="00F83DC4"/>
    <w:rsid w:val="00FB6C01"/>
    <w:rsid w:val="00FC59A1"/>
    <w:rsid w:val="00FD1553"/>
    <w:rsid w:val="00FD692B"/>
    <w:rsid w:val="00FE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style="mso-position-horizontal-relative:page;mso-position-vertical-relative:page"/>
    <o:shapelayout v:ext="edit">
      <o:idmap v:ext="edit" data="1"/>
    </o:shapelayout>
  </w:shapeDefaults>
  <w:decimalSymbol w:val=","/>
  <w:listSeparator w:val=";"/>
  <w14:docId w14:val="1F22BB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12E08"/>
    <w:rPr>
      <w:rFonts w:ascii="Arial" w:hAnsi="Arial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4137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4137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41375"/>
  </w:style>
  <w:style w:type="paragraph" w:styleId="Sprechblasentext">
    <w:name w:val="Balloon Text"/>
    <w:basedOn w:val="Standard"/>
    <w:semiHidden/>
    <w:rsid w:val="0002333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27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lein1">
    <w:name w:val="klein1"/>
    <w:rsid w:val="00C70EBA"/>
    <w:rPr>
      <w:rFonts w:ascii="Arial" w:hAnsi="Arial" w:cs="Arial" w:hint="default"/>
      <w:sz w:val="16"/>
      <w:szCs w:val="16"/>
    </w:rPr>
  </w:style>
  <w:style w:type="character" w:styleId="Zeilennummer">
    <w:name w:val="line number"/>
    <w:basedOn w:val="Absatz-Standardschriftart"/>
    <w:rsid w:val="001E1C84"/>
  </w:style>
  <w:style w:type="character" w:styleId="Hyperlink">
    <w:name w:val="Hyperlink"/>
    <w:basedOn w:val="Absatz-Standardschriftart"/>
    <w:unhideWhenUsed/>
    <w:rsid w:val="00FD1553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D15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43695E12.dotm</Template>
  <TotalTime>0</TotalTime>
  <Pages>1</Pages>
  <Words>37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Ihr Zeichen:</vt:lpstr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Ihr Zeichen:</dc:title>
  <dc:subject/>
  <dc:creator/>
  <cp:keywords/>
  <cp:lastModifiedBy/>
  <cp:revision>1</cp:revision>
  <dcterms:created xsi:type="dcterms:W3CDTF">2021-06-10T14:04:00Z</dcterms:created>
  <dcterms:modified xsi:type="dcterms:W3CDTF">2021-11-11T09:09:00Z</dcterms:modified>
</cp:coreProperties>
</file>